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D30463">
        <w:tc>
          <w:tcPr>
            <w:tcW w:w="5000" w:type="pct"/>
            <w:gridSpan w:val="2"/>
            <w:shd w:val="clear" w:color="auto" w:fill="51A6C2" w:themeFill="accent1"/>
          </w:tcPr>
          <w:p w:rsidR="00D30463" w:rsidRDefault="00D443D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 w:rsidR="004E5CF7">
              <w:t>September</w:t>
            </w:r>
            <w:r w:rsidRPr="009E19B4">
              <w:fldChar w:fldCharType="end"/>
            </w:r>
          </w:p>
        </w:tc>
      </w:tr>
      <w:tr w:rsidR="00D30463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51A6C2" w:themeFill="accent1"/>
          </w:tcPr>
          <w:p w:rsidR="00D30463" w:rsidRDefault="00D443D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 w:rsidR="004E5CF7">
              <w:t>2015</w:t>
            </w:r>
            <w:r w:rsidRPr="009E19B4">
              <w:fldChar w:fldCharType="end"/>
            </w:r>
          </w:p>
        </w:tc>
      </w:tr>
      <w:tr w:rsidR="00D30463">
        <w:sdt>
          <w:sdtPr>
            <w:id w:val="31938253"/>
            <w:placeholder>
              <w:docPart w:val="DE4370316687FD4FA39A5DDC6C89AF3B"/>
            </w:placeholder>
          </w:sdtPr>
          <w:sdtEndPr/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30463" w:rsidRDefault="004E5CF7" w:rsidP="004E5CF7">
                <w:pPr>
                  <w:pStyle w:val="Title"/>
                </w:pPr>
                <w:r>
                  <w:t xml:space="preserve">Ms. </w:t>
                </w:r>
                <w:proofErr w:type="spellStart"/>
                <w:r>
                  <w:t>Hillin’s</w:t>
                </w:r>
                <w:proofErr w:type="spellEnd"/>
                <w:r>
                  <w:t xml:space="preserve"> Classroom Calendar</w:t>
                </w:r>
              </w:p>
            </w:tc>
          </w:sdtContent>
        </w:sdt>
        <w:sdt>
          <w:sdtPr>
            <w:id w:val="31938203"/>
            <w:placeholder>
              <w:docPart w:val="5BFB8CAD99DE5041BFB0D57751BF344D"/>
            </w:placeholder>
          </w:sdtPr>
          <w:sdtEndPr/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30463" w:rsidRDefault="004E5CF7" w:rsidP="004E5CF7">
                <w:pPr>
                  <w:pStyle w:val="Subtitle"/>
                </w:pPr>
                <w:r>
                  <w:t xml:space="preserve"> </w:t>
                </w:r>
              </w:p>
            </w:tc>
          </w:sdtContent>
        </w:sdt>
      </w:tr>
    </w:tbl>
    <w:p w:rsidR="00D30463" w:rsidRDefault="00D30463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304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D30463" w:rsidRDefault="00900BAE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Saturday</w:t>
            </w:r>
          </w:p>
        </w:tc>
      </w:tr>
      <w:tr w:rsidR="00D443DA"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4E5CF7"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4E5CF7"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 w:rsidR="00822E4B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4E5CF7"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 w:rsidR="00822E4B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="004E5CF7">
              <w:fldChar w:fldCharType="separate"/>
            </w:r>
            <w:r w:rsidR="004E5CF7"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4E5CF7"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="004E5CF7">
              <w:fldChar w:fldCharType="separate"/>
            </w:r>
            <w:r w:rsidR="004E5CF7">
              <w:rPr>
                <w:noProof/>
              </w:rPr>
              <w:instrText>2</w:instrText>
            </w:r>
            <w:r w:rsidRPr="00566EB4">
              <w:fldChar w:fldCharType="end"/>
            </w:r>
            <w:r w:rsidR="004E5CF7">
              <w:fldChar w:fldCharType="separate"/>
            </w:r>
            <w:r w:rsidR="004E5CF7"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4E5CF7">
              <w:instrText>Tuesday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="004E5CF7">
              <w:fldChar w:fldCharType="separate"/>
            </w:r>
            <w:r w:rsidR="004E5CF7">
              <w:rPr>
                <w:noProof/>
              </w:rPr>
              <w:instrText>3</w:instrText>
            </w:r>
            <w:r w:rsidRPr="00566EB4">
              <w:fldChar w:fldCharType="end"/>
            </w:r>
            <w:r w:rsidR="004E5CF7">
              <w:fldChar w:fldCharType="separate"/>
            </w:r>
            <w:r w:rsidR="004E5CF7"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4E5CF7"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 w:rsidR="004E5CF7"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4E5CF7"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 w:rsidR="004E5CF7">
              <w:rPr>
                <w:noProof/>
              </w:rPr>
              <w:t>5</w:t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4E5CF7">
            <w:pPr>
              <w:pStyle w:val="TableText"/>
            </w:pPr>
            <w:r>
              <w:t>Parent Night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4E5CF7">
            <w:pPr>
              <w:pStyle w:val="TableText"/>
            </w:pPr>
            <w:r>
              <w:t>Picture Day!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 w:rsidR="004E5CF7"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 w:rsidR="004E5CF7"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 w:rsidR="004E5CF7"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 w:rsidR="004E5CF7"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 w:rsidR="004E5CF7"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 w:rsidR="004E5CF7"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 w:rsidR="004E5CF7">
              <w:rPr>
                <w:noProof/>
              </w:rPr>
              <w:t>12</w:t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4E5CF7">
            <w:pPr>
              <w:pStyle w:val="TableText"/>
            </w:pPr>
            <w:r>
              <w:t>Return Signed Paperwork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4E5CF7">
            <w:pPr>
              <w:pStyle w:val="TableText"/>
            </w:pPr>
            <w:r>
              <w:t>Math Test Unit 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 w:rsidR="004E5CF7"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 w:rsidR="004E5CF7"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 w:rsidR="004E5CF7"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 w:rsidR="004E5CF7"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 w:rsidR="004E5CF7"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 w:rsidR="004E5CF7"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 w:rsidR="004E5CF7">
              <w:rPr>
                <w:noProof/>
              </w:rPr>
              <w:t>19</w:t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4E5CF7">
            <w:pPr>
              <w:pStyle w:val="TableText"/>
            </w:pPr>
            <w:r>
              <w:t>Field Trip to American Village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  <w:bookmarkStart w:id="0" w:name="_GoBack"/>
            <w:bookmarkEnd w:id="0"/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 w:rsidR="004E5CF7"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 w:rsidR="004E5CF7"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 w:rsidR="004E5CF7"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 w:rsidR="004E5CF7"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 w:rsidR="004E5CF7"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 w:rsidR="004E5CF7"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 w:rsidR="004E5CF7">
              <w:rPr>
                <w:noProof/>
              </w:rPr>
              <w:t>26</w:t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4E5CF7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 w:rsidR="004E5CF7"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4E5CF7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 w:rsidR="004E5CF7"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4E5CF7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 w:rsidR="004E5CF7"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4E5CF7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 w:rsidR="004E5CF7"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4E5CF7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4E5CF7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4E5CF7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4E5CF7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 w:rsidR="004E5CF7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4E5CF7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</w:tr>
      <w:tr w:rsidR="00D30463">
        <w:trPr>
          <w:trHeight w:val="936"/>
        </w:trPr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</w:tr>
    </w:tbl>
    <w:p w:rsidR="00D30463" w:rsidRDefault="00D30463"/>
    <w:sectPr w:rsidR="00D30463" w:rsidSect="00D304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9/30/2015"/>
    <w:docVar w:name="MonthStart" w:val="9/1/2015"/>
    <w:docVar w:name="ShowDynamicGuides" w:val="1"/>
    <w:docVar w:name="ShowMarginGuides" w:val="0"/>
    <w:docVar w:name="ShowOutlines" w:val="0"/>
    <w:docVar w:name="ShowStaticGuides" w:val="0"/>
  </w:docVars>
  <w:rsids>
    <w:rsidRoot w:val="004E5CF7"/>
    <w:rsid w:val="000A68B9"/>
    <w:rsid w:val="000B2AFC"/>
    <w:rsid w:val="00147009"/>
    <w:rsid w:val="00250D46"/>
    <w:rsid w:val="00272FFA"/>
    <w:rsid w:val="002C3765"/>
    <w:rsid w:val="003341F0"/>
    <w:rsid w:val="003C42F6"/>
    <w:rsid w:val="004538B6"/>
    <w:rsid w:val="004D6AAC"/>
    <w:rsid w:val="004E5CF7"/>
    <w:rsid w:val="00633A48"/>
    <w:rsid w:val="00822E4B"/>
    <w:rsid w:val="008C58D6"/>
    <w:rsid w:val="00900BAE"/>
    <w:rsid w:val="009B4600"/>
    <w:rsid w:val="00A31E6D"/>
    <w:rsid w:val="00BA07C3"/>
    <w:rsid w:val="00D30463"/>
    <w:rsid w:val="00D443DA"/>
    <w:rsid w:val="00D61FB5"/>
    <w:rsid w:val="00D7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BDF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57F9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1A6C2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1A6C2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35465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35465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51A6C2" w:themeColor="accent1" w:shadow="1"/>
        <w:left w:val="single" w:sz="2" w:space="10" w:color="51A6C2" w:themeColor="accent1" w:shadow="1"/>
        <w:bottom w:val="single" w:sz="2" w:space="10" w:color="51A6C2" w:themeColor="accent1" w:shadow="1"/>
        <w:right w:val="single" w:sz="2" w:space="10" w:color="51A6C2" w:themeColor="accent1" w:shadow="1"/>
      </w:pBdr>
      <w:ind w:left="1152" w:right="1152"/>
    </w:pPr>
    <w:rPr>
      <w:i/>
      <w:iCs/>
      <w:color w:val="51A6C2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51A6C2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357F98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51A6C2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51A6C2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235465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235465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51A6C2" w:themeColor="accent1"/>
      </w:pBdr>
      <w:spacing w:before="200" w:after="280"/>
      <w:ind w:left="936" w:right="936"/>
    </w:pPr>
    <w:rPr>
      <w:b/>
      <w:bCs/>
      <w:i/>
      <w:iCs/>
      <w:color w:val="51A6C2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51A6C2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57F9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1A6C2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1A6C2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35465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35465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51A6C2" w:themeColor="accent1" w:shadow="1"/>
        <w:left w:val="single" w:sz="2" w:space="10" w:color="51A6C2" w:themeColor="accent1" w:shadow="1"/>
        <w:bottom w:val="single" w:sz="2" w:space="10" w:color="51A6C2" w:themeColor="accent1" w:shadow="1"/>
        <w:right w:val="single" w:sz="2" w:space="10" w:color="51A6C2" w:themeColor="accent1" w:shadow="1"/>
      </w:pBdr>
      <w:ind w:left="1152" w:right="1152"/>
    </w:pPr>
    <w:rPr>
      <w:i/>
      <w:iCs/>
      <w:color w:val="51A6C2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51A6C2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357F98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51A6C2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51A6C2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235465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235465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51A6C2" w:themeColor="accent1"/>
      </w:pBdr>
      <w:spacing w:before="200" w:after="280"/>
      <w:ind w:left="936" w:right="936"/>
    </w:pPr>
    <w:rPr>
      <w:b/>
      <w:bCs/>
      <w:i/>
      <w:iCs/>
      <w:color w:val="51A6C2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51A6C2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Banner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4370316687FD4FA39A5DDC6C89A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52443-9387-B645-8FAD-2A316C3ED43B}"/>
      </w:docPartPr>
      <w:docPartBody>
        <w:p w:rsidR="00000000" w:rsidRDefault="006A3913">
          <w:pPr>
            <w:pStyle w:val="DE4370316687FD4FA39A5DDC6C89AF3B"/>
          </w:pPr>
          <w:r>
            <w:t>Sed interdum elementum</w:t>
          </w:r>
        </w:p>
      </w:docPartBody>
    </w:docPart>
    <w:docPart>
      <w:docPartPr>
        <w:name w:val="5BFB8CAD99DE5041BFB0D57751BF3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23D45-7664-6E47-9CB5-DCE7D23FDF48}"/>
      </w:docPartPr>
      <w:docPartBody>
        <w:p w:rsidR="00000000" w:rsidRDefault="006A3913">
          <w:pPr>
            <w:pStyle w:val="5BFB8CAD99DE5041BFB0D57751BF344D"/>
          </w:pPr>
          <w:r>
            <w:t>Nam id velit non risus consequat iaculis.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4370316687FD4FA39A5DDC6C89AF3B">
    <w:name w:val="DE4370316687FD4FA39A5DDC6C89AF3B"/>
  </w:style>
  <w:style w:type="paragraph" w:customStyle="1" w:styleId="5BFB8CAD99DE5041BFB0D57751BF344D">
    <w:name w:val="5BFB8CAD99DE5041BFB0D57751BF344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4370316687FD4FA39A5DDC6C89AF3B">
    <w:name w:val="DE4370316687FD4FA39A5DDC6C89AF3B"/>
  </w:style>
  <w:style w:type="paragraph" w:customStyle="1" w:styleId="5BFB8CAD99DE5041BFB0D57751BF344D">
    <w:name w:val="5BFB8CAD99DE5041BFB0D57751BF34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Summer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51A6C2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Calendar.dotm</Template>
  <TotalTime>1</TotalTime>
  <Pages>2</Pages>
  <Words>506</Words>
  <Characters>1712</Characters>
  <Application>Microsoft Macintosh Word</Application>
  <DocSecurity>0</DocSecurity>
  <Lines>1712</Lines>
  <Paragraphs>443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Shelby</cp:lastModifiedBy>
  <cp:revision>1</cp:revision>
  <dcterms:created xsi:type="dcterms:W3CDTF">2015-09-09T20:41:00Z</dcterms:created>
  <dcterms:modified xsi:type="dcterms:W3CDTF">2015-09-09T20:43:00Z</dcterms:modified>
  <cp:category/>
</cp:coreProperties>
</file>